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CF0EF4" w:rsidRPr="007D0DDB" w:rsidRDefault="007D0DDB" w:rsidP="00CF0EF4">
      <w:pPr>
        <w:pStyle w:val="Tituldatum"/>
        <w:rPr>
          <w:b/>
          <w:sz w:val="36"/>
          <w:szCs w:val="36"/>
        </w:rPr>
      </w:pPr>
      <w:r w:rsidRPr="007D0DDB">
        <w:rPr>
          <w:b/>
          <w:sz w:val="36"/>
          <w:szCs w:val="36"/>
        </w:rPr>
        <w:t xml:space="preserve">„Výstavba PZS přejezdu P4646 v km 24,300 trati Mladá Boleslav hl. n. – Stará </w:t>
      </w:r>
      <w:bookmarkStart w:id="0" w:name="_GoBack"/>
      <w:r w:rsidRPr="007D0DDB">
        <w:rPr>
          <w:b/>
          <w:sz w:val="36"/>
          <w:szCs w:val="36"/>
        </w:rPr>
        <w:t>P</w:t>
      </w:r>
      <w:r w:rsidR="00F04E6F">
        <w:rPr>
          <w:b/>
          <w:sz w:val="36"/>
          <w:szCs w:val="36"/>
        </w:rPr>
        <w:t>a</w:t>
      </w:r>
      <w:r w:rsidRPr="007D0DDB">
        <w:rPr>
          <w:b/>
          <w:sz w:val="36"/>
          <w:szCs w:val="36"/>
        </w:rPr>
        <w:t>ka</w:t>
      </w:r>
      <w:bookmarkEnd w:id="0"/>
      <w:r w:rsidRPr="007D0DDB">
        <w:rPr>
          <w:b/>
          <w:sz w:val="36"/>
          <w:szCs w:val="36"/>
        </w:rPr>
        <w:t>“</w:t>
      </w:r>
    </w:p>
    <w:p w:rsidR="00826B7B" w:rsidRPr="006C2343" w:rsidRDefault="00067458" w:rsidP="006C2343">
      <w:pPr>
        <w:pStyle w:val="Titul2"/>
        <w:rPr>
          <w:highlight w:val="green"/>
        </w:rPr>
      </w:pPr>
      <w:r w:rsidRPr="005C5E5C">
        <w:t xml:space="preserve">„Výstavba PZS přejezdu P4642 v km 22,145 trati </w:t>
      </w:r>
      <w:r w:rsidR="00F04E6F">
        <w:t>Mladá Boleslav hl. n. – Stará Pa</w:t>
      </w:r>
      <w:r w:rsidRPr="005C5E5C">
        <w:t>ka“</w:t>
      </w: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035CA" w:rsidRPr="00067458">
        <w:t>27</w:t>
      </w:r>
      <w:r w:rsidRPr="00067458">
        <w:t xml:space="preserve">. </w:t>
      </w:r>
      <w:r w:rsidR="00C035CA" w:rsidRPr="00067458">
        <w:t>6</w:t>
      </w:r>
      <w:r w:rsidRPr="00067458">
        <w:t>. 20</w:t>
      </w:r>
      <w:r w:rsidR="00A616BE" w:rsidRPr="00067458">
        <w:t>2</w:t>
      </w:r>
      <w:r w:rsidR="00CF2D65" w:rsidRPr="00067458">
        <w:t>2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50C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50C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50C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50CE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50C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50C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50CE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</w:t>
      </w:r>
      <w:r w:rsidR="00067458">
        <w:t>ční stroj).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067458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067458">
        <w:t>Správce stavby</w:t>
      </w:r>
      <w:r w:rsidR="000B48A8" w:rsidRPr="00067458">
        <w:t>/Objednatele</w:t>
      </w:r>
      <w:r w:rsidRPr="00067458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222434" w:rsidRPr="009E56ED" w:rsidRDefault="00222434" w:rsidP="00222434">
      <w:pPr>
        <w:pStyle w:val="ZTPinfo-text"/>
        <w:rPr>
          <w:b/>
        </w:rPr>
      </w:pP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95076E">
        <w:t>x</w:t>
      </w:r>
      <w:proofErr w:type="spellEnd"/>
      <w:r>
        <w:t>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067458">
        <w:t>Správcem stavby</w:t>
      </w:r>
      <w:r w:rsidR="00906F80" w:rsidRPr="00067458">
        <w:t>/Objednatelem</w:t>
      </w:r>
      <w:r w:rsidRPr="00067458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CE8" w:rsidRDefault="00850CE8" w:rsidP="00962258">
      <w:pPr>
        <w:spacing w:after="0" w:line="240" w:lineRule="auto"/>
      </w:pPr>
      <w:r>
        <w:separator/>
      </w:r>
    </w:p>
  </w:endnote>
  <w:endnote w:type="continuationSeparator" w:id="0">
    <w:p w:rsidR="00850CE8" w:rsidRDefault="00850C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4E6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4E6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067458" w:rsidP="00C87634">
          <w:pPr>
            <w:pStyle w:val="Zpatvpravo"/>
          </w:pPr>
          <w:r>
            <w:t>T</w:t>
          </w:r>
          <w:r w:rsidR="00CF0EF4" w:rsidRPr="003462EB">
            <w:t>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4E6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4E6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CE8" w:rsidRDefault="00850CE8" w:rsidP="00962258">
      <w:pPr>
        <w:spacing w:after="0" w:line="240" w:lineRule="auto"/>
      </w:pPr>
      <w:r>
        <w:separator/>
      </w:r>
    </w:p>
  </w:footnote>
  <w:footnote w:type="continuationSeparator" w:id="0">
    <w:p w:rsidR="00850CE8" w:rsidRDefault="00850C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D7"/>
    <w:rsid w:val="000008ED"/>
    <w:rsid w:val="00017F3C"/>
    <w:rsid w:val="000373DC"/>
    <w:rsid w:val="00041EC8"/>
    <w:rsid w:val="000537B2"/>
    <w:rsid w:val="0006465A"/>
    <w:rsid w:val="0006588D"/>
    <w:rsid w:val="00067458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262D7"/>
    <w:rsid w:val="0014647F"/>
    <w:rsid w:val="00146BCB"/>
    <w:rsid w:val="0015027B"/>
    <w:rsid w:val="0015369F"/>
    <w:rsid w:val="001656A2"/>
    <w:rsid w:val="00170EC5"/>
    <w:rsid w:val="001747C1"/>
    <w:rsid w:val="00177D6B"/>
    <w:rsid w:val="00187261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D0DDB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50CE8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076E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1E97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63509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04E6F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B7C0C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57429"/>
  <w14:defaultImageDpi w14:val="32767"/>
  <w15:docId w15:val="{17EEC20A-6820-4DAC-9FA7-38F429467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dova\V&#253;zvy%202022\09_R_V&#253;stavba%20PZS%20P4646%20a%20P4642%20MB-Star&#225;%20Paka\Vzorov&#225;%20ZD\KSP_R(R-F)_VZOR_220627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16BA22-B300-4290-829F-ACE31EB59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7</TotalTime>
  <Pages>6</Pages>
  <Words>1905</Words>
  <Characters>11242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Šedová Jana, Ing.</dc:creator>
  <cp:lastModifiedBy>Šedová Jana, Ing.</cp:lastModifiedBy>
  <cp:revision>6</cp:revision>
  <cp:lastPrinted>2019-03-13T10:28:00Z</cp:lastPrinted>
  <dcterms:created xsi:type="dcterms:W3CDTF">2022-10-17T11:07:00Z</dcterms:created>
  <dcterms:modified xsi:type="dcterms:W3CDTF">2022-10-24T10:20:00Z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